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2541BAF3" w:rsidR="00A301E0" w:rsidRPr="00536741" w:rsidRDefault="006278BA" w:rsidP="00536741">
            <w:pPr>
              <w:pStyle w:val="SISSCODE"/>
            </w:pPr>
            <w:r>
              <w:t>S</w:t>
            </w:r>
            <w:r w:rsidR="008D5B36">
              <w:t>FI</w:t>
            </w:r>
            <w:bookmarkStart w:id="0" w:name="_GoBack"/>
            <w:bookmarkEnd w:id="0"/>
            <w:r w:rsidR="008D5B36">
              <w:t>SS</w:t>
            </w:r>
            <w:r w:rsidR="00866F8E">
              <w:t>XXX</w:t>
            </w:r>
            <w:r w:rsidR="008D5B36">
              <w:t>18</w:t>
            </w:r>
          </w:p>
        </w:tc>
        <w:tc>
          <w:tcPr>
            <w:tcW w:w="3604" w:type="pct"/>
            <w:shd w:val="clear" w:color="auto" w:fill="auto"/>
          </w:tcPr>
          <w:p w14:paraId="60DDD117" w14:textId="7955DD97" w:rsidR="00A301E0" w:rsidRPr="00536741" w:rsidRDefault="006278BA" w:rsidP="00536741">
            <w:pPr>
              <w:pStyle w:val="SISStitle"/>
            </w:pPr>
            <w:r>
              <w:t>Crocodile</w:t>
            </w:r>
            <w:r w:rsidR="00317E81">
              <w:t xml:space="preserve"> </w:t>
            </w:r>
            <w:r w:rsidR="004928F2">
              <w:t>Surveying</w:t>
            </w:r>
            <w:r>
              <w:t xml:space="preserve">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558FD8FB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4928F2">
              <w:t xml:space="preserve">conduct surveying activity to capture crocodile data. </w:t>
            </w:r>
            <w:r w:rsidR="00993C2D" w:rsidRPr="00993C2D">
              <w:t xml:space="preserve">This version released with SFI Training Package Version </w:t>
            </w:r>
            <w:proofErr w:type="gramStart"/>
            <w:r w:rsidR="00866F8E">
              <w:t>2</w:t>
            </w:r>
            <w:r w:rsidR="00993C2D" w:rsidRPr="00993C2D">
              <w:t>.0</w:t>
            </w:r>
            <w:r w:rsidR="00993C2D">
              <w:t xml:space="preserve"> </w:t>
            </w:r>
            <w:r w:rsidR="00993C2D" w:rsidRPr="00993C2D">
              <w:t>?</w:t>
            </w:r>
            <w:proofErr w:type="gramEnd"/>
            <w:r w:rsidR="00993C2D" w:rsidRPr="00993C2D">
              <w:t xml:space="preserve">. </w:t>
            </w:r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62A135A7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4B2DF5">
              <w:t>SFIXXX20 Certificate II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1328C5B6" w14:textId="3CC7B46D" w:rsidR="00BB0216" w:rsidRDefault="008C53B8" w:rsidP="00404E26">
            <w:pPr>
              <w:pStyle w:val="SIBulletList1"/>
            </w:pPr>
            <w:r w:rsidRPr="008C53B8">
              <w:t>SFICRO</w:t>
            </w:r>
            <w:r>
              <w:t>3</w:t>
            </w:r>
            <w:r w:rsidRPr="008C53B8">
              <w:t>X</w:t>
            </w:r>
            <w:r w:rsidR="00BB0216">
              <w:t>3</w:t>
            </w:r>
            <w:r w:rsidRPr="008C53B8">
              <w:t xml:space="preserve"> </w:t>
            </w:r>
            <w:r w:rsidR="00BB0216">
              <w:t>Conduct crocodile surveys</w:t>
            </w:r>
          </w:p>
          <w:p w14:paraId="54619EC0" w14:textId="3BD8A8AD" w:rsidR="00BB0216" w:rsidRDefault="00BB0216" w:rsidP="00404E26">
            <w:pPr>
              <w:pStyle w:val="SIBulletList1"/>
            </w:pPr>
            <w:r>
              <w:t>SFICRO2X4 Conduct and maintain crocodile data</w:t>
            </w:r>
          </w:p>
          <w:p w14:paraId="3BF2DA99" w14:textId="32CCD18A" w:rsidR="005A2483" w:rsidRDefault="00BB0216" w:rsidP="00404E26">
            <w:pPr>
              <w:pStyle w:val="SIBulletList1"/>
            </w:pPr>
            <w:r>
              <w:t xml:space="preserve">SFICRO3X2 </w:t>
            </w:r>
            <w:r w:rsidR="005A2483">
              <w:t xml:space="preserve">Capture transport and release 1.5 to 2.5 metre crocodiles </w:t>
            </w:r>
          </w:p>
          <w:p w14:paraId="7ECD88FC" w14:textId="0CF56245" w:rsidR="005A2483" w:rsidRDefault="00866F8E" w:rsidP="00536741">
            <w:pPr>
              <w:pStyle w:val="SIBulletList1"/>
            </w:pPr>
            <w:r>
              <w:t>SFICRO</w:t>
            </w:r>
            <w:r w:rsidR="00DE62FF">
              <w:t>4</w:t>
            </w:r>
            <w:r>
              <w:t>X</w:t>
            </w:r>
            <w:r w:rsidR="005A2483">
              <w:t>4</w:t>
            </w:r>
            <w:r>
              <w:t xml:space="preserve"> </w:t>
            </w:r>
            <w:r w:rsidR="005A2483" w:rsidRPr="005A2483">
              <w:t xml:space="preserve">Capture transport and release crocodiles </w:t>
            </w:r>
            <w:r w:rsidR="005A2483">
              <w:t xml:space="preserve">over </w:t>
            </w:r>
            <w:r w:rsidR="005A2483" w:rsidRPr="005A2483">
              <w:t xml:space="preserve">2.5 </w:t>
            </w:r>
            <w:proofErr w:type="gramStart"/>
            <w:r w:rsidR="005A2483" w:rsidRPr="005A2483">
              <w:t>metre</w:t>
            </w:r>
            <w:r w:rsidR="005A2483">
              <w:t>s</w:t>
            </w:r>
            <w:r w:rsidR="00BB0216">
              <w:t xml:space="preserve"> ??</w:t>
            </w:r>
            <w:proofErr w:type="gramEnd"/>
          </w:p>
          <w:p w14:paraId="16C00098" w14:textId="25E3E79A" w:rsidR="00EC0002" w:rsidRDefault="00EC0002" w:rsidP="00536741">
            <w:pPr>
              <w:pStyle w:val="SIBulletList1"/>
            </w:pPr>
            <w:r>
              <w:t>SFICRO2X3 Operate and maintain equipment or technology for work with crocodiles</w:t>
            </w:r>
          </w:p>
          <w:p w14:paraId="3338C84D" w14:textId="046ABC9E" w:rsidR="00FF1F33" w:rsidRDefault="00FF1F33" w:rsidP="00536741">
            <w:pPr>
              <w:pStyle w:val="SIBulletList1"/>
            </w:pPr>
            <w:r>
              <w:t>SFIVOP202 Contribute to safe navigation</w:t>
            </w:r>
          </w:p>
          <w:p w14:paraId="4CBEE9B0" w14:textId="1BBE5B60" w:rsidR="00DB557A" w:rsidRPr="00536741" w:rsidRDefault="00DE62FF" w:rsidP="00536741">
            <w:pPr>
              <w:pStyle w:val="SIBulletList1"/>
            </w:pPr>
            <w:r>
              <w:t xml:space="preserve">HLTAID003 Provide First aid </w:t>
            </w:r>
          </w:p>
          <w:p w14:paraId="5317E85E" w14:textId="1E392BA0" w:rsidR="00DB557A" w:rsidRDefault="00DE62FF" w:rsidP="00536741">
            <w:pPr>
              <w:pStyle w:val="SIBulletList1"/>
            </w:pPr>
            <w:r>
              <w:t>BSBFLM312 Contribute to team effectiveness</w:t>
            </w:r>
          </w:p>
          <w:p w14:paraId="124B682D" w14:textId="5D0F89E0" w:rsidR="00EC0002" w:rsidRDefault="00EC0002" w:rsidP="00536741">
            <w:pPr>
              <w:pStyle w:val="SIBulletList1"/>
            </w:pPr>
            <w:r>
              <w:t>BSBITU213 Use digital technologies to communicate remotely</w:t>
            </w:r>
          </w:p>
          <w:p w14:paraId="573A3969" w14:textId="77777777" w:rsidR="001F28F9" w:rsidRPr="00536741" w:rsidRDefault="001F28F9" w:rsidP="00EC000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249BF52C" w:rsidR="0016138C" w:rsidRPr="00536741" w:rsidRDefault="008E3345" w:rsidP="008E3345">
            <w:pPr>
              <w:pStyle w:val="SIText"/>
            </w:pPr>
            <w:r>
              <w:t xml:space="preserve">This skill set is for individuals who have experience in working in crocodile waterways.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B5761AC" w14:textId="5130913C" w:rsidR="008E3345" w:rsidRPr="008E3345" w:rsidRDefault="008E3345" w:rsidP="008E3345">
            <w:pPr>
              <w:pStyle w:val="SIText"/>
            </w:pPr>
            <w:r w:rsidRPr="008E3345">
              <w:t>These units of competency from SFI Seafood Industry</w:t>
            </w:r>
            <w:r w:rsidR="00323FB4">
              <w:t xml:space="preserve"> Training </w:t>
            </w:r>
            <w:r w:rsidR="004928F2">
              <w:t>Package</w:t>
            </w:r>
            <w:r w:rsidR="00BB0216">
              <w:t>, HLT Health Training Package</w:t>
            </w:r>
            <w:r w:rsidRPr="008E3345">
              <w:t xml:space="preserve"> and the BSB Business Services Training Package meet the industry requirements for working with crocodiles</w:t>
            </w:r>
            <w:r w:rsidR="004928F2">
              <w:t xml:space="preserve"> in the wild</w:t>
            </w:r>
            <w:r w:rsidRPr="008E3345">
              <w:t>.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3E13A" w14:textId="77777777" w:rsidR="00C6381D" w:rsidRDefault="00C6381D" w:rsidP="00BF3F0A">
      <w:r>
        <w:separator/>
      </w:r>
    </w:p>
    <w:p w14:paraId="19143987" w14:textId="77777777" w:rsidR="00C6381D" w:rsidRDefault="00C6381D"/>
  </w:endnote>
  <w:endnote w:type="continuationSeparator" w:id="0">
    <w:p w14:paraId="7EDF9CCE" w14:textId="77777777" w:rsidR="00C6381D" w:rsidRDefault="00C6381D" w:rsidP="00BF3F0A">
      <w:r>
        <w:continuationSeparator/>
      </w:r>
    </w:p>
    <w:p w14:paraId="638F8438" w14:textId="77777777" w:rsidR="00C6381D" w:rsidRDefault="00C638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F42AD" w14:textId="77777777" w:rsidR="00C6381D" w:rsidRDefault="00C6381D" w:rsidP="00BF3F0A">
      <w:r>
        <w:separator/>
      </w:r>
    </w:p>
    <w:p w14:paraId="6E4DE28D" w14:textId="77777777" w:rsidR="00C6381D" w:rsidRDefault="00C6381D"/>
  </w:footnote>
  <w:footnote w:type="continuationSeparator" w:id="0">
    <w:p w14:paraId="3FC89D96" w14:textId="77777777" w:rsidR="00C6381D" w:rsidRDefault="00C6381D" w:rsidP="00BF3F0A">
      <w:r>
        <w:continuationSeparator/>
      </w:r>
    </w:p>
    <w:p w14:paraId="0E526474" w14:textId="77777777" w:rsidR="00C6381D" w:rsidRDefault="00C638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5677A14A" w:rsidR="009C2650" w:rsidRDefault="00866F8E">
    <w:r w:rsidRPr="00866F8E">
      <w:t>S</w:t>
    </w:r>
    <w:r w:rsidR="008D5B36">
      <w:t>F</w:t>
    </w:r>
    <w:r w:rsidRPr="00866F8E">
      <w:t>I</w:t>
    </w:r>
    <w:r w:rsidR="008D5B36">
      <w:t>SS</w:t>
    </w:r>
    <w:r>
      <w:t>XXX</w:t>
    </w:r>
    <w:r w:rsidR="008D5B36">
      <w:t>18</w:t>
    </w:r>
    <w:r w:rsidRPr="00866F8E">
      <w:t xml:space="preserve"> </w:t>
    </w:r>
    <w:r w:rsidR="00EC0002" w:rsidRPr="00EC0002">
      <w:t xml:space="preserve">Crocodile </w:t>
    </w:r>
    <w:r w:rsidR="004928F2">
      <w:t>Surveying</w:t>
    </w:r>
    <w:r w:rsidR="00EC0002" w:rsidRPr="00EC0002">
      <w:t xml:space="preserve"> </w:t>
    </w:r>
    <w:r w:rsidR="008E3345" w:rsidRPr="008E3345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2A3D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23FB4"/>
    <w:rsid w:val="003315E1"/>
    <w:rsid w:val="00337E82"/>
    <w:rsid w:val="00343D73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928F2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496B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6790"/>
    <w:rsid w:val="00890663"/>
    <w:rsid w:val="008908DE"/>
    <w:rsid w:val="00894FBB"/>
    <w:rsid w:val="008A12ED"/>
    <w:rsid w:val="008B2C77"/>
    <w:rsid w:val="008B4AD2"/>
    <w:rsid w:val="008C53B8"/>
    <w:rsid w:val="008D5B36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33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021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381D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002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1F3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d50bbff7-d6dd-47d2-864a-cfdc2c3db0f4"/>
    <ds:schemaRef ds:uri="http://schemas.microsoft.com/office/infopath/2007/PartnerControls"/>
    <ds:schemaRef ds:uri="2d54921e-ee0f-49d3-9073-a54df1d0eb34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FE887D-195D-4355-99EE-98E65A53A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4E1FF1-B8A2-47E7-96E2-C73AB7299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Elvie Arugay</cp:lastModifiedBy>
  <cp:revision>5</cp:revision>
  <cp:lastPrinted>2016-05-27T05:21:00Z</cp:lastPrinted>
  <dcterms:created xsi:type="dcterms:W3CDTF">2020-01-24T08:27:00Z</dcterms:created>
  <dcterms:modified xsi:type="dcterms:W3CDTF">2020-02-03T03:36:00Z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